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AC" w:rsidRPr="00BF23A5" w:rsidRDefault="00A51316" w:rsidP="008C4A04">
      <w:pPr>
        <w:tabs>
          <w:tab w:val="center" w:pos="4819"/>
          <w:tab w:val="left" w:pos="8175"/>
        </w:tabs>
        <w:spacing w:after="0" w:line="360" w:lineRule="auto"/>
        <w:rPr>
          <w:rFonts w:asciiTheme="minorHAnsi" w:hAnsiTheme="minorHAnsi" w:cstheme="minorHAns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23A5">
        <w:rPr>
          <w:rFonts w:asciiTheme="minorHAnsi" w:hAnsiTheme="minorHAnsi" w:cstheme="minorHAnsi"/>
          <w:noProof/>
          <w:lang w:eastAsia="it-IT"/>
        </w:rPr>
        <w:drawing>
          <wp:anchor distT="0" distB="0" distL="114300" distR="114300" simplePos="0" relativeHeight="251661824" behindDoc="1" locked="0" layoutInCell="1" allowOverlap="1" wp14:anchorId="00DF1BC8" wp14:editId="0A3978BD">
            <wp:simplePos x="0" y="0"/>
            <wp:positionH relativeFrom="column">
              <wp:posOffset>782320</wp:posOffset>
            </wp:positionH>
            <wp:positionV relativeFrom="paragraph">
              <wp:posOffset>156845</wp:posOffset>
            </wp:positionV>
            <wp:extent cx="4606290" cy="911860"/>
            <wp:effectExtent l="0" t="0" r="3810" b="2540"/>
            <wp:wrapTight wrapText="bothSides">
              <wp:wrapPolygon edited="0">
                <wp:start x="0" y="0"/>
                <wp:lineTo x="0" y="21209"/>
                <wp:lineTo x="21529" y="21209"/>
                <wp:lineTo x="21529" y="0"/>
                <wp:lineTo x="0" y="0"/>
              </wp:wrapPolygon>
            </wp:wrapTight>
            <wp:docPr id="1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29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4AC" w:rsidRPr="00BF23A5">
        <w:rPr>
          <w:rFonts w:asciiTheme="minorHAnsi" w:hAnsiTheme="minorHAnsi" w:cstheme="minorHAns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22A57" w:rsidRPr="00122A57" w:rsidRDefault="00122A57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122A57" w:rsidRPr="00122A57" w:rsidRDefault="00122A57" w:rsidP="00122A57">
      <w:pPr>
        <w:tabs>
          <w:tab w:val="left" w:pos="70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:rsidR="00E277A5" w:rsidRDefault="00E277A5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E277A5" w:rsidRDefault="00E277A5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63872" behindDoc="0" locked="0" layoutInCell="1" allowOverlap="1" wp14:anchorId="50B0B0D7" wp14:editId="257D046B">
            <wp:simplePos x="0" y="0"/>
            <wp:positionH relativeFrom="column">
              <wp:posOffset>2819400</wp:posOffset>
            </wp:positionH>
            <wp:positionV relativeFrom="paragraph">
              <wp:posOffset>44450</wp:posOffset>
            </wp:positionV>
            <wp:extent cx="1078865" cy="3416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7A5" w:rsidRDefault="00E277A5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E277A5" w:rsidRDefault="00E277A5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122A57" w:rsidRPr="00122A57" w:rsidRDefault="00122A57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 w:rsidRPr="00122A57">
        <w:rPr>
          <w:rFonts w:eastAsia="Times New Roman" w:cs="Calibri"/>
          <w:sz w:val="24"/>
          <w:szCs w:val="24"/>
          <w:lang w:eastAsia="it-IT"/>
        </w:rPr>
        <w:t>Programma di Sviluppo R</w:t>
      </w:r>
      <w:bookmarkStart w:id="0" w:name="_GoBack"/>
      <w:bookmarkEnd w:id="0"/>
      <w:r w:rsidRPr="00122A57">
        <w:rPr>
          <w:rFonts w:eastAsia="Times New Roman" w:cs="Calibri"/>
          <w:sz w:val="24"/>
          <w:szCs w:val="24"/>
          <w:lang w:eastAsia="it-IT"/>
        </w:rPr>
        <w:t>urale 2014 -2020</w:t>
      </w:r>
    </w:p>
    <w:p w:rsidR="00122A57" w:rsidRPr="00122A57" w:rsidRDefault="00122A57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 w:rsidRPr="00122A57">
        <w:rPr>
          <w:rFonts w:eastAsia="Times New Roman" w:cs="Calibri"/>
          <w:sz w:val="24"/>
          <w:szCs w:val="24"/>
          <w:lang w:eastAsia="it-IT"/>
        </w:rPr>
        <w:t xml:space="preserve">Fondo Europeo Agricolo per lo Sviluppo Rurale </w:t>
      </w:r>
    </w:p>
    <w:p w:rsidR="00122A57" w:rsidRPr="00122A57" w:rsidRDefault="00122A57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 w:rsidRPr="00122A57">
        <w:rPr>
          <w:rFonts w:eastAsia="Times New Roman" w:cs="Calibri"/>
          <w:sz w:val="24"/>
          <w:szCs w:val="24"/>
          <w:lang w:eastAsia="it-IT"/>
        </w:rPr>
        <w:t xml:space="preserve"> “L’Europa investe nelle zone rurali”</w:t>
      </w:r>
    </w:p>
    <w:p w:rsidR="00122A57" w:rsidRPr="00122A57" w:rsidRDefault="00122A57" w:rsidP="00122A57">
      <w:pPr>
        <w:tabs>
          <w:tab w:val="left" w:pos="70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:rsidR="00122A57" w:rsidRPr="00122A57" w:rsidRDefault="00122A57" w:rsidP="00122A57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32"/>
          <w:szCs w:val="24"/>
          <w:lang w:eastAsia="it-IT"/>
        </w:rPr>
      </w:pPr>
      <w:r w:rsidRPr="00122A57">
        <w:rPr>
          <w:rFonts w:eastAsia="Times New Roman" w:cs="Calibri"/>
          <w:sz w:val="32"/>
          <w:szCs w:val="24"/>
          <w:lang w:eastAsia="it-IT"/>
        </w:rPr>
        <w:t>Gruppo di Azione Locale</w:t>
      </w:r>
    </w:p>
    <w:p w:rsidR="004266FC" w:rsidRDefault="00122A57" w:rsidP="00122A57">
      <w:pPr>
        <w:spacing w:after="0" w:line="360" w:lineRule="auto"/>
        <w:jc w:val="center"/>
        <w:rPr>
          <w:rFonts w:eastAsia="Times New Roman" w:cs="Calibri"/>
          <w:sz w:val="32"/>
          <w:szCs w:val="24"/>
          <w:lang w:eastAsia="it-IT"/>
        </w:rPr>
      </w:pPr>
      <w:r w:rsidRPr="00122A57">
        <w:rPr>
          <w:rFonts w:eastAsia="Times New Roman" w:cs="Calibri"/>
          <w:sz w:val="32"/>
          <w:szCs w:val="24"/>
          <w:lang w:eastAsia="it-IT"/>
        </w:rPr>
        <w:t>“ Riviera dei Fiori “</w:t>
      </w:r>
    </w:p>
    <w:p w:rsidR="00122A57" w:rsidRDefault="00122A57" w:rsidP="00122A57">
      <w:pPr>
        <w:spacing w:after="0" w:line="360" w:lineRule="auto"/>
        <w:jc w:val="center"/>
        <w:rPr>
          <w:rFonts w:eastAsia="Times New Roman" w:cs="Calibri"/>
          <w:sz w:val="32"/>
          <w:szCs w:val="24"/>
          <w:lang w:eastAsia="it-IT"/>
        </w:rPr>
      </w:pPr>
    </w:p>
    <w:p w:rsidR="00122A57" w:rsidRDefault="00122A57" w:rsidP="00122A57">
      <w:pPr>
        <w:spacing w:after="0" w:line="360" w:lineRule="auto"/>
        <w:jc w:val="center"/>
        <w:rPr>
          <w:rFonts w:eastAsia="Times New Roman" w:cs="Calibri"/>
          <w:sz w:val="32"/>
          <w:szCs w:val="24"/>
          <w:lang w:eastAsia="it-IT"/>
        </w:rPr>
      </w:pPr>
      <w:r>
        <w:rPr>
          <w:rFonts w:eastAsia="Times New Roman" w:cs="Calibri"/>
          <w:sz w:val="32"/>
          <w:szCs w:val="24"/>
          <w:lang w:eastAsia="it-IT"/>
        </w:rPr>
        <w:t>ALLEGATO 2 – SCHEDA TECNICA</w:t>
      </w:r>
    </w:p>
    <w:p w:rsidR="00122A57" w:rsidRPr="00BF23A5" w:rsidRDefault="00122A57" w:rsidP="00122A57">
      <w:pPr>
        <w:spacing w:after="0" w:line="360" w:lineRule="auto"/>
        <w:jc w:val="center"/>
        <w:rPr>
          <w:rFonts w:asciiTheme="minorHAnsi" w:hAnsiTheme="minorHAnsi" w:cstheme="minorHAnsi"/>
          <w:b/>
          <w:color w:val="76923C"/>
          <w:sz w:val="32"/>
          <w:szCs w:val="32"/>
        </w:rPr>
      </w:pPr>
    </w:p>
    <w:p w:rsidR="004964AC" w:rsidRPr="00813080" w:rsidRDefault="00FA4224" w:rsidP="0081308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FA4224">
        <w:rPr>
          <w:rFonts w:asciiTheme="minorHAnsi" w:hAnsiTheme="minorHAnsi" w:cstheme="minorHAnsi"/>
          <w:sz w:val="28"/>
          <w:szCs w:val="24"/>
        </w:rPr>
        <w:t>“Progetto integrato per la promozione dei territori olivicoli in quanto ambiti agricoli, paesistici e turistici attraverso modelli di infrastrutturazione multifunzionale, in particolare: strade interpoderali di accesso e di collegamento al servizio delle aziende agricole e del turismo outdoor (percorsi degli oliveti), recupero degli oliveti abbandonati, sviluppo qualitativo dell’oliva taggiasca da mensa attraverso il ricorso all’irrigazione</w:t>
      </w:r>
      <w:r w:rsidR="004266FC" w:rsidRPr="00813080">
        <w:rPr>
          <w:rFonts w:asciiTheme="minorHAnsi" w:hAnsiTheme="minorHAnsi" w:cstheme="minorHAnsi"/>
          <w:sz w:val="28"/>
          <w:szCs w:val="24"/>
        </w:rPr>
        <w:t>”</w:t>
      </w: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 w:rsidP="00CC62C6">
      <w:pPr>
        <w:spacing w:after="0" w:line="240" w:lineRule="auto"/>
        <w:ind w:firstLine="708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 w:rsidP="00CC62C6">
      <w:pPr>
        <w:spacing w:after="0" w:line="240" w:lineRule="auto"/>
        <w:ind w:firstLine="708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812"/>
      </w:tblGrid>
      <w:tr w:rsidR="00CC62C6" w:rsidRPr="00BF23A5" w:rsidTr="00813080">
        <w:trPr>
          <w:cantSplit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16"/>
                <w:szCs w:val="24"/>
                <w:lang w:eastAsia="it-IT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  <w:t>TITOLO PROGETTO</w:t>
            </w:r>
            <w:r w:rsidR="00FA4224"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(</w:t>
            </w:r>
            <w:proofErr w:type="spellStart"/>
            <w:r w:rsidR="00FA4224"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max</w:t>
            </w:r>
            <w:proofErr w:type="spellEnd"/>
            <w:r w:rsidR="00FA4224"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200 caratteri)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812"/>
      </w:tblGrid>
      <w:tr w:rsidR="00CC62C6" w:rsidRPr="00BF23A5" w:rsidTr="00813080">
        <w:trPr>
          <w:cantSplit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16"/>
                <w:szCs w:val="24"/>
                <w:lang w:eastAsia="it-IT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  <w:t>ACRONIMO</w:t>
            </w:r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(</w:t>
            </w:r>
            <w:proofErr w:type="spellStart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max</w:t>
            </w:r>
            <w:proofErr w:type="spellEnd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30 caratteri)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 w:rsidP="00CC62C6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SEZIONE I - ANAGRAFICA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9628"/>
      </w:tblGrid>
      <w:tr w:rsidR="00CC62C6" w:rsidRPr="00BF23A5" w:rsidTr="00813080">
        <w:tc>
          <w:tcPr>
            <w:tcW w:w="9628" w:type="dxa"/>
            <w:shd w:val="clear" w:color="auto" w:fill="B6DDE8" w:themeFill="accent5" w:themeFillTint="66"/>
          </w:tcPr>
          <w:p w:rsidR="00CC62C6" w:rsidRPr="00BF23A5" w:rsidRDefault="00CC62C6" w:rsidP="00CC62C6">
            <w:pPr>
              <w:keepNext/>
              <w:keepLines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/>
              <w:outlineLvl w:val="0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INFORMAZIONI GENERALI SUL PARTENARIATO</w:t>
            </w:r>
          </w:p>
        </w:tc>
      </w:tr>
    </w:tbl>
    <w:p w:rsidR="00CC62C6" w:rsidRPr="00BF23A5" w:rsidRDefault="00CC62C6" w:rsidP="00CC62C6">
      <w:pPr>
        <w:keepNext/>
        <w:keepLines/>
        <w:suppressAutoHyphens/>
        <w:spacing w:before="120"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>1.1 elenco dei soggetti aderenti al partenariato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4"/>
        <w:gridCol w:w="5361"/>
      </w:tblGrid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tipologia del beneficiario</w:t>
            </w:r>
          </w:p>
        </w:tc>
        <w:tc>
          <w:tcPr>
            <w:tcW w:w="272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Ente pubblico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suppressAutoHyphens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BF23A5" w:rsidRDefault="00BF23A5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720" w:type="pct"/>
          </w:tcPr>
          <w:p w:rsidR="00BF23A5" w:rsidRPr="00BF23A5" w:rsidRDefault="00BF23A5" w:rsidP="00CC62C6">
            <w:pPr>
              <w:suppressAutoHyphens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Impresa agricola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BF23A5" w:rsidRDefault="00BF23A5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720" w:type="pct"/>
          </w:tcPr>
          <w:p w:rsidR="00BF23A5" w:rsidRPr="00BF23A5" w:rsidRDefault="00BF23A5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altri soggetti (</w:t>
            </w:r>
            <w:r w:rsidRPr="00BF23A5">
              <w:rPr>
                <w:rFonts w:asciiTheme="minorHAnsi" w:eastAsia="Times New Roman" w:hAnsiTheme="minorHAnsi" w:cstheme="minorHAnsi"/>
                <w:i/>
                <w:lang w:eastAsia="ar-SA"/>
              </w:rPr>
              <w:t>specificare</w:t>
            </w: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)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BF23A5" w:rsidRDefault="00BF23A5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720" w:type="pct"/>
          </w:tcPr>
          <w:p w:rsidR="00BF23A5" w:rsidRPr="00BF23A5" w:rsidRDefault="00BF23A5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</w:tbl>
    <w:p w:rsidR="00CC62C6" w:rsidRPr="00BF23A5" w:rsidRDefault="00CC62C6" w:rsidP="00CC62C6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ar-SA"/>
        </w:rPr>
      </w:pPr>
    </w:p>
    <w:p w:rsidR="00CC62C6" w:rsidRPr="00BF23A5" w:rsidRDefault="00CC62C6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>1.2 soggetto capofila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6717"/>
      </w:tblGrid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CUAA</w:t>
            </w:r>
            <w:r w:rsidR="00BF23A5"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 </w:t>
            </w:r>
            <w:r w:rsidR="00BF23A5" w:rsidRPr="00BF23A5">
              <w:rPr>
                <w:rFonts w:asciiTheme="minorHAnsi" w:eastAsia="Times New Roman" w:hAnsiTheme="minorHAnsi" w:cstheme="minorHAnsi"/>
                <w:lang w:eastAsia="ar-SA"/>
              </w:rPr>
              <w:t>(codice fiscale)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sede legale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PEC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legale rappresentante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codice fiscale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coordinatore del progetto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email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telefono/cellulare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before="60" w:after="0" w:line="240" w:lineRule="auto"/>
        <w:jc w:val="both"/>
        <w:rPr>
          <w:rFonts w:asciiTheme="minorHAnsi" w:eastAsia="Times New Roman" w:hAnsiTheme="minorHAnsi" w:cstheme="minorHAnsi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lang w:eastAsia="it-IT"/>
        </w:rPr>
        <w:t>NOTA BENE</w:t>
      </w:r>
      <w:r w:rsidRPr="00BF23A5">
        <w:rPr>
          <w:rFonts w:asciiTheme="minorHAnsi" w:eastAsia="Times New Roman" w:hAnsiTheme="minorHAnsi" w:cstheme="minorHAnsi"/>
          <w:lang w:eastAsia="it-IT"/>
        </w:rPr>
        <w:t>: le comunicazioni sono inviate al soggetto capofila alla PEC indicata. Possono essere anticipate per email all’indirizzo email del coordinatore.</w:t>
      </w:r>
    </w:p>
    <w:p w:rsidR="00CC62C6" w:rsidRPr="00BF23A5" w:rsidRDefault="00CC62C6" w:rsidP="00CC62C6">
      <w:pPr>
        <w:numPr>
          <w:ilvl w:val="0"/>
          <w:numId w:val="5"/>
        </w:numPr>
        <w:spacing w:before="120" w:after="60"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i/>
          <w:lang w:eastAsia="it-IT"/>
        </w:rPr>
      </w:pPr>
      <w:r w:rsidRPr="00BF23A5">
        <w:rPr>
          <w:rFonts w:asciiTheme="minorHAnsi" w:eastAsia="Times New Roman" w:hAnsiTheme="minorHAnsi" w:cstheme="minorHAnsi"/>
          <w:b/>
          <w:i/>
          <w:lang w:eastAsia="it-IT"/>
        </w:rPr>
        <w:t>presentazione del soggetto capofila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CC62C6" w:rsidRPr="00BF23A5" w:rsidTr="00CC62C6">
        <w:tc>
          <w:tcPr>
            <w:tcW w:w="5000" w:type="pct"/>
          </w:tcPr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Pr="00BF23A5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FA4224" w:rsidRPr="00BF23A5" w:rsidRDefault="00FA4224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FA4224" w:rsidRPr="00BF23A5" w:rsidRDefault="00FA4224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</w:p>
    <w:p w:rsidR="00CC62C6" w:rsidRPr="00BF23A5" w:rsidRDefault="00CC62C6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sz w:val="20"/>
          <w:szCs w:val="20"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 xml:space="preserve">1.3 partner n. 1 </w:t>
      </w:r>
      <w:r w:rsidRPr="00BF23A5">
        <w:rPr>
          <w:rFonts w:asciiTheme="minorHAnsi" w:eastAsia="Times New Roman" w:hAnsiTheme="minorHAnsi" w:cstheme="minorHAnsi"/>
          <w:bCs/>
          <w:i/>
          <w:sz w:val="20"/>
          <w:szCs w:val="20"/>
          <w:lang w:eastAsia="ar-SA"/>
        </w:rPr>
        <w:t>(replicare la scheda per ciascun partner coinvolto)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6717"/>
      </w:tblGrid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CUAA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sede legale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legale rappresentante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codice fiscale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referente del progetto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email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telefono/cellulare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numPr>
          <w:ilvl w:val="0"/>
          <w:numId w:val="5"/>
        </w:numPr>
        <w:spacing w:before="120" w:after="60"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i/>
          <w:lang w:eastAsia="it-IT"/>
        </w:rPr>
      </w:pPr>
      <w:r w:rsidRPr="00BF23A5">
        <w:rPr>
          <w:rFonts w:asciiTheme="minorHAnsi" w:eastAsia="Times New Roman" w:hAnsiTheme="minorHAnsi" w:cstheme="minorHAnsi"/>
          <w:b/>
          <w:i/>
          <w:lang w:eastAsia="it-IT"/>
        </w:rPr>
        <w:t>presentazione del partner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CC62C6" w:rsidRPr="00BF23A5" w:rsidTr="00CC62C6">
        <w:tc>
          <w:tcPr>
            <w:tcW w:w="5000" w:type="pct"/>
          </w:tcPr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F23A5" w:rsidRDefault="00BF23A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BF23A5" w:rsidRPr="00BF23A5" w:rsidRDefault="00BF23A5" w:rsidP="00BF23A5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lastRenderedPageBreak/>
        <w:t xml:space="preserve">SEZIONE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I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I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–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PROPOSTA PROGETTUALE</w:t>
      </w:r>
    </w:p>
    <w:p w:rsidR="004266FC" w:rsidRPr="00610DC0" w:rsidRDefault="00610DC0" w:rsidP="00990632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610DC0"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b/>
          <w:sz w:val="24"/>
          <w:szCs w:val="24"/>
        </w:rPr>
        <w:t xml:space="preserve">1 - </w:t>
      </w:r>
      <w:r w:rsidRPr="00610DC0">
        <w:rPr>
          <w:rFonts w:asciiTheme="minorHAnsi" w:hAnsiTheme="minorHAnsi" w:cstheme="minorHAnsi"/>
          <w:b/>
          <w:sz w:val="24"/>
          <w:szCs w:val="24"/>
        </w:rPr>
        <w:t>Descrizione generale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4964AC" w:rsidRPr="00BF23A5" w:rsidTr="00610DC0">
        <w:trPr>
          <w:trHeight w:val="509"/>
        </w:trPr>
        <w:tc>
          <w:tcPr>
            <w:tcW w:w="9855" w:type="dxa"/>
            <w:gridSpan w:val="2"/>
            <w:shd w:val="clear" w:color="auto" w:fill="B6DDE8" w:themeFill="accent5" w:themeFillTint="66"/>
          </w:tcPr>
          <w:p w:rsidR="00610DC0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610DC0">
              <w:rPr>
                <w:rFonts w:asciiTheme="minorHAnsi" w:hAnsiTheme="minorHAnsi" w:cstheme="minorHAnsi"/>
                <w:b/>
                <w:sz w:val="24"/>
              </w:rPr>
              <w:t xml:space="preserve">ANALISI 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DEI </w:t>
            </w:r>
            <w:r w:rsidRPr="00610DC0">
              <w:rPr>
                <w:rFonts w:asciiTheme="minorHAnsi" w:hAnsiTheme="minorHAnsi" w:cstheme="minorHAnsi"/>
                <w:b/>
                <w:sz w:val="24"/>
              </w:rPr>
              <w:t>FABBISOGNI</w:t>
            </w: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964AC" w:rsidRPr="00BF23A5" w:rsidTr="00610DC0">
        <w:trPr>
          <w:trHeight w:val="510"/>
        </w:trPr>
        <w:tc>
          <w:tcPr>
            <w:tcW w:w="9855" w:type="dxa"/>
            <w:gridSpan w:val="2"/>
            <w:shd w:val="clear" w:color="auto" w:fill="B6DDE8" w:themeFill="accent5" w:themeFillTint="66"/>
          </w:tcPr>
          <w:p w:rsidR="004964AC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OBIETTIVI</w:t>
            </w: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990632" w:rsidRPr="00610DC0" w:rsidRDefault="00990632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964AC" w:rsidRPr="00BF23A5" w:rsidTr="00610DC0">
        <w:tc>
          <w:tcPr>
            <w:tcW w:w="9855" w:type="dxa"/>
            <w:gridSpan w:val="2"/>
            <w:shd w:val="clear" w:color="auto" w:fill="B6DDE8" w:themeFill="accent5" w:themeFillTint="66"/>
          </w:tcPr>
          <w:p w:rsidR="004964AC" w:rsidRPr="00610DC0" w:rsidRDefault="004964AC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610DC0">
              <w:rPr>
                <w:rFonts w:asciiTheme="minorHAnsi" w:hAnsiTheme="minorHAnsi" w:cstheme="minorHAnsi"/>
                <w:b/>
                <w:sz w:val="24"/>
              </w:rPr>
              <w:t>RICADUTE</w:t>
            </w:r>
          </w:p>
          <w:p w:rsidR="00610DC0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990632" w:rsidRPr="00610DC0" w:rsidRDefault="00990632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387389" w:rsidTr="00387389">
        <w:tc>
          <w:tcPr>
            <w:tcW w:w="9855" w:type="dxa"/>
            <w:gridSpan w:val="2"/>
            <w:shd w:val="clear" w:color="auto" w:fill="B6DDE8" w:themeFill="accent5" w:themeFillTint="66"/>
          </w:tcPr>
          <w:p w:rsidR="00A96BA6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CORRELAZIONE</w:t>
            </w:r>
            <w:r w:rsidRPr="00387389">
              <w:rPr>
                <w:rFonts w:asciiTheme="minorHAnsi" w:hAnsiTheme="minorHAnsi" w:cstheme="minorHAnsi"/>
                <w:b/>
                <w:sz w:val="24"/>
              </w:rPr>
              <w:t xml:space="preserve"> DEGLI INVESTIMENTI</w:t>
            </w:r>
          </w:p>
          <w:p w:rsidR="00387389" w:rsidRPr="00387389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Descrivere per ciascun partner l’integrazione tra l’investimento/attività proposta e il progetto</w:t>
            </w:r>
          </w:p>
          <w:p w:rsidR="00387389" w:rsidRPr="00387389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CAPOFILA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Pr="00610DC0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N.1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N.2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N.3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N.___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610DC0" w:rsidRDefault="00610DC0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0C600E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2.2 - 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>Descrizione degli investimenti per singolo partner</w:t>
      </w: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610DC0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CAPOFILA</w:t>
            </w:r>
          </w:p>
        </w:tc>
      </w:tr>
      <w:tr w:rsidR="00610DC0" w:rsidRPr="00BF23A5" w:rsidTr="00A96BA6">
        <w:trPr>
          <w:jc w:val="center"/>
        </w:trPr>
        <w:tc>
          <w:tcPr>
            <w:tcW w:w="1809" w:type="dxa"/>
            <w:gridSpan w:val="2"/>
          </w:tcPr>
          <w:p w:rsid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610DC0" w:rsidRPr="00B43659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Pr="00B43659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A96BA6" w:rsidRDefault="00A96BA6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PARTNER n.1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  <w:gridSpan w:val="2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96BA6" w:rsidRDefault="00A96BA6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PARTNER n.2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  <w:gridSpan w:val="2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PARTNER n.__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  <w:gridSpan w:val="2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B43659" w:rsidRDefault="00B4365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  <w:sectPr w:rsidR="00B43659" w:rsidSect="00990632">
          <w:headerReference w:type="default" r:id="rId10"/>
          <w:footerReference w:type="default" r:id="rId11"/>
          <w:pgSz w:w="11907" w:h="16839" w:code="9"/>
          <w:pgMar w:top="1134" w:right="1134" w:bottom="1134" w:left="1134" w:header="708" w:footer="708" w:gutter="0"/>
          <w:cols w:space="708"/>
          <w:rtlGutter/>
          <w:docGrid w:linePitch="360"/>
        </w:sect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2.3 - </w:t>
      </w:r>
      <w:r w:rsidRPr="00610DC0">
        <w:rPr>
          <w:rFonts w:asciiTheme="minorHAnsi" w:hAnsiTheme="minorHAnsi" w:cstheme="minorHAnsi"/>
          <w:b/>
          <w:sz w:val="24"/>
          <w:szCs w:val="24"/>
        </w:rPr>
        <w:t>P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 xml:space="preserve">iano </w:t>
      </w:r>
      <w:r w:rsidRPr="00610DC0">
        <w:rPr>
          <w:rFonts w:asciiTheme="minorHAnsi" w:hAnsiTheme="minorHAnsi" w:cstheme="minorHAnsi"/>
          <w:b/>
          <w:sz w:val="24"/>
          <w:szCs w:val="24"/>
        </w:rPr>
        <w:t xml:space="preserve">finanziario </w:t>
      </w:r>
      <w:r w:rsidR="00D546A0">
        <w:rPr>
          <w:rFonts w:asciiTheme="minorHAnsi" w:hAnsiTheme="minorHAnsi" w:cstheme="minorHAnsi"/>
          <w:b/>
          <w:sz w:val="24"/>
          <w:szCs w:val="24"/>
        </w:rPr>
        <w:t>generale</w:t>
      </w:r>
    </w:p>
    <w:p w:rsid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07"/>
        <w:gridCol w:w="1430"/>
        <w:gridCol w:w="1443"/>
        <w:gridCol w:w="10"/>
        <w:gridCol w:w="1433"/>
        <w:gridCol w:w="1424"/>
        <w:gridCol w:w="20"/>
        <w:gridCol w:w="1476"/>
        <w:gridCol w:w="1450"/>
        <w:gridCol w:w="1473"/>
        <w:gridCol w:w="1443"/>
        <w:gridCol w:w="11"/>
      </w:tblGrid>
      <w:tr w:rsidR="00A71487" w:rsidRPr="00B43659" w:rsidTr="00A71487">
        <w:trPr>
          <w:trHeight w:val="390"/>
        </w:trPr>
        <w:tc>
          <w:tcPr>
            <w:tcW w:w="917" w:type="pct"/>
            <w:vMerge w:val="restart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CAPOFILA/PARTNER</w:t>
            </w:r>
          </w:p>
        </w:tc>
        <w:tc>
          <w:tcPr>
            <w:tcW w:w="1014" w:type="pct"/>
            <w:gridSpan w:val="3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MISURA 4.1</w:t>
            </w:r>
          </w:p>
        </w:tc>
        <w:tc>
          <w:tcPr>
            <w:tcW w:w="1004" w:type="pct"/>
            <w:gridSpan w:val="2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MISURA 4.3</w:t>
            </w:r>
          </w:p>
        </w:tc>
        <w:tc>
          <w:tcPr>
            <w:tcW w:w="1036" w:type="pct"/>
            <w:gridSpan w:val="3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MISURA 7.6</w:t>
            </w:r>
          </w:p>
        </w:tc>
        <w:tc>
          <w:tcPr>
            <w:tcW w:w="1030" w:type="pct"/>
            <w:gridSpan w:val="3"/>
            <w:shd w:val="clear" w:color="auto" w:fill="B6DDE8" w:themeFill="accent5" w:themeFillTint="66"/>
          </w:tcPr>
          <w:p w:rsidR="00A71487" w:rsidRPr="00B43659" w:rsidRDefault="0004370C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TOTALE PROGETTO</w:t>
            </w:r>
          </w:p>
        </w:tc>
      </w:tr>
      <w:tr w:rsidR="00A71487" w:rsidTr="00A71487">
        <w:trPr>
          <w:gridAfter w:val="1"/>
          <w:wAfter w:w="4" w:type="pct"/>
          <w:trHeight w:val="549"/>
        </w:trPr>
        <w:tc>
          <w:tcPr>
            <w:tcW w:w="917" w:type="pct"/>
            <w:vMerge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  <w:tc>
          <w:tcPr>
            <w:tcW w:w="508" w:type="pct"/>
            <w:gridSpan w:val="2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gridSpan w:val="2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  <w:tc>
          <w:tcPr>
            <w:tcW w:w="519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  <w:tc>
          <w:tcPr>
            <w:tcW w:w="518" w:type="pct"/>
            <w:vAlign w:val="center"/>
          </w:tcPr>
          <w:p w:rsidR="00A71487" w:rsidRPr="00B43659" w:rsidRDefault="00A71487" w:rsidP="0035786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vAlign w:val="center"/>
          </w:tcPr>
          <w:p w:rsidR="00A71487" w:rsidRPr="00B43659" w:rsidRDefault="00A71487" w:rsidP="0035786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370C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04370C" w:rsidRDefault="0004370C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4370C" w:rsidRDefault="0004370C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370C" w:rsidTr="00743C5E">
        <w:trPr>
          <w:gridAfter w:val="1"/>
          <w:wAfter w:w="4" w:type="pct"/>
          <w:trHeight w:val="544"/>
        </w:trPr>
        <w:tc>
          <w:tcPr>
            <w:tcW w:w="917" w:type="pct"/>
            <w:shd w:val="clear" w:color="auto" w:fill="B6DDE8" w:themeFill="accent5" w:themeFillTint="66"/>
            <w:vAlign w:val="center"/>
          </w:tcPr>
          <w:p w:rsidR="00A71487" w:rsidRDefault="00A71487" w:rsidP="0004370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4370C">
              <w:rPr>
                <w:rFonts w:asciiTheme="minorHAnsi" w:hAnsiTheme="minorHAnsi" w:cstheme="minorHAnsi"/>
                <w:b/>
                <w:sz w:val="24"/>
                <w:szCs w:val="24"/>
              </w:rPr>
              <w:t>TOTALE</w:t>
            </w:r>
          </w:p>
        </w:tc>
        <w:tc>
          <w:tcPr>
            <w:tcW w:w="503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D546A0" w:rsidRP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96BA6" w:rsidRPr="00D546A0" w:rsidRDefault="00A96BA6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43659" w:rsidRDefault="00B43659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  <w:sectPr w:rsidR="00B43659" w:rsidSect="00B43659">
          <w:pgSz w:w="16839" w:h="11907" w:orient="landscape" w:code="9"/>
          <w:pgMar w:top="1134" w:right="1701" w:bottom="1134" w:left="1134" w:header="708" w:footer="708" w:gutter="0"/>
          <w:cols w:space="708"/>
          <w:rtlGutter/>
          <w:docGrid w:linePitch="360"/>
        </w:sectPr>
      </w:pPr>
    </w:p>
    <w:p w:rsidR="00743C5E" w:rsidRPr="00820516" w:rsidRDefault="00743C5E" w:rsidP="00743C5E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820516">
        <w:rPr>
          <w:rFonts w:asciiTheme="minorHAnsi" w:hAnsiTheme="minorHAnsi" w:cstheme="minorHAnsi"/>
          <w:b/>
          <w:sz w:val="24"/>
          <w:szCs w:val="24"/>
        </w:rPr>
        <w:lastRenderedPageBreak/>
        <w:t>2.4 – Equilibrio del progetto</w:t>
      </w:r>
    </w:p>
    <w:p w:rsidR="00743C5E" w:rsidRDefault="00743C5E" w:rsidP="00743C5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701"/>
        <w:gridCol w:w="851"/>
        <w:gridCol w:w="1984"/>
        <w:gridCol w:w="851"/>
      </w:tblGrid>
      <w:tr w:rsidR="00743C5E" w:rsidRPr="00743C5E" w:rsidTr="00743C5E">
        <w:trPr>
          <w:trHeight w:val="5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Partner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Costo del progetto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>
              <w:rPr>
                <w:rFonts w:eastAsia="Times New Roman" w:cs="Calibri"/>
                <w:b/>
                <w:color w:val="000000"/>
                <w:lang w:eastAsia="it-IT"/>
              </w:rPr>
              <w:t>C</w:t>
            </w: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ontributo</w:t>
            </w:r>
            <w:r w:rsidR="00095925">
              <w:rPr>
                <w:rFonts w:eastAsia="Times New Roman" w:cs="Calibri"/>
                <w:b/>
                <w:color w:val="000000"/>
                <w:lang w:eastAsia="it-IT"/>
              </w:rPr>
              <w:t xml:space="preserve"> richiesto</w:t>
            </w:r>
          </w:p>
        </w:tc>
      </w:tr>
      <w:tr w:rsidR="00743C5E" w:rsidRPr="00743C5E" w:rsidTr="00743C5E">
        <w:trPr>
          <w:trHeight w:val="54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color w:val="000000"/>
                <w:lang w:eastAsia="it-IT"/>
              </w:rPr>
              <w:t>Pubblico</w:t>
            </w:r>
          </w:p>
          <w:p w:rsid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(dal 30% al 70%)</w:t>
            </w:r>
          </w:p>
          <w:p w:rsidR="00BF0C46" w:rsidRPr="00743C5E" w:rsidRDefault="00BF0C46" w:rsidP="00BF0C46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SN Aree Interne (dal 20% all’80%)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</w:tr>
      <w:tr w:rsidR="00743C5E" w:rsidRPr="00743C5E" w:rsidTr="00743C5E">
        <w:trPr>
          <w:trHeight w:val="68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C46" w:rsidRPr="00BF0C46" w:rsidRDefault="00BF0C46" w:rsidP="00BF0C46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BF0C46">
              <w:rPr>
                <w:rFonts w:eastAsia="Times New Roman" w:cs="Calibri"/>
                <w:color w:val="000000"/>
                <w:lang w:eastAsia="it-IT"/>
              </w:rPr>
              <w:t>Pubblico</w:t>
            </w:r>
          </w:p>
          <w:p w:rsidR="00BF0C46" w:rsidRPr="00BF0C46" w:rsidRDefault="00BF0C46" w:rsidP="00BF0C46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BF0C46">
              <w:rPr>
                <w:rFonts w:eastAsia="Times New Roman" w:cs="Calibri"/>
                <w:color w:val="000000"/>
                <w:lang w:eastAsia="it-IT"/>
              </w:rPr>
              <w:t>(dal 30% al 70%)</w:t>
            </w:r>
          </w:p>
          <w:p w:rsidR="00743C5E" w:rsidRPr="00743C5E" w:rsidRDefault="00BF0C46" w:rsidP="00BF0C46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BF0C46">
              <w:rPr>
                <w:rFonts w:eastAsia="Times New Roman" w:cs="Calibri"/>
                <w:color w:val="000000"/>
                <w:lang w:eastAsia="it-IT"/>
              </w:rPr>
              <w:t>SN Aree Interne (dal 20% all’80%)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</w:tr>
      <w:tr w:rsidR="00743C5E" w:rsidRPr="00743C5E" w:rsidTr="00743C5E">
        <w:trPr>
          <w:trHeight w:val="50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EC7DE3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100%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100%</w:t>
            </w:r>
          </w:p>
        </w:tc>
      </w:tr>
    </w:tbl>
    <w:p w:rsidR="00743C5E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43C5E" w:rsidRPr="00EC7DE3" w:rsidRDefault="00EC7DE3" w:rsidP="003C4017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EC7DE3">
        <w:rPr>
          <w:rFonts w:asciiTheme="minorHAnsi" w:hAnsiTheme="minorHAnsi" w:cstheme="minorHAnsi"/>
          <w:szCs w:val="24"/>
        </w:rPr>
        <w:t xml:space="preserve">Il contributo totale del progetto deve </w:t>
      </w:r>
      <w:r w:rsidR="00FA4224">
        <w:rPr>
          <w:rFonts w:asciiTheme="minorHAnsi" w:hAnsiTheme="minorHAnsi" w:cstheme="minorHAnsi"/>
          <w:szCs w:val="24"/>
        </w:rPr>
        <w:t>essere compreso tra euro 8</w:t>
      </w:r>
      <w:r w:rsidRPr="00EC7DE3">
        <w:rPr>
          <w:rFonts w:asciiTheme="minorHAnsi" w:hAnsiTheme="minorHAnsi" w:cstheme="minorHAnsi"/>
          <w:szCs w:val="24"/>
        </w:rPr>
        <w:t>0.000 ed euro 150.000</w:t>
      </w:r>
    </w:p>
    <w:p w:rsidR="00743C5E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C4017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2.5</w:t>
      </w:r>
      <w:r w:rsidR="003C4017" w:rsidRPr="003C40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4017">
        <w:rPr>
          <w:rFonts w:asciiTheme="minorHAnsi" w:hAnsiTheme="minorHAnsi" w:cstheme="minorHAnsi"/>
          <w:b/>
          <w:sz w:val="24"/>
          <w:szCs w:val="24"/>
        </w:rPr>
        <w:t>–</w:t>
      </w:r>
      <w:r w:rsidR="003C4017" w:rsidRPr="003C40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4017">
        <w:rPr>
          <w:rFonts w:asciiTheme="minorHAnsi" w:hAnsiTheme="minorHAnsi" w:cstheme="minorHAnsi"/>
          <w:b/>
          <w:sz w:val="24"/>
          <w:szCs w:val="24"/>
        </w:rPr>
        <w:t>Cantierabilità delle operazioni proposte</w:t>
      </w:r>
    </w:p>
    <w:p w:rsidR="003C4017" w:rsidRPr="003C4017" w:rsidRDefault="003C4017" w:rsidP="003C4017">
      <w:pPr>
        <w:spacing w:after="0" w:line="240" w:lineRule="auto"/>
        <w:ind w:left="708"/>
        <w:rPr>
          <w:rFonts w:ascii="Times New Roman" w:eastAsia="Times New Roman" w:hAnsi="Times New Roman"/>
          <w:i/>
          <w:lang w:eastAsia="it-IT"/>
        </w:rPr>
      </w:pPr>
      <w:r w:rsidRPr="003C4017">
        <w:rPr>
          <w:rFonts w:asciiTheme="minorHAnsi" w:hAnsiTheme="minorHAnsi" w:cstheme="minorHAnsi"/>
          <w:i/>
          <w:sz w:val="24"/>
          <w:szCs w:val="24"/>
        </w:rPr>
        <w:t>Per ciascun intervento proposto</w:t>
      </w:r>
      <w:r w:rsidRPr="003C4017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3C4017">
        <w:rPr>
          <w:rFonts w:asciiTheme="minorHAnsi" w:hAnsiTheme="minorHAnsi" w:cstheme="minorHAnsi"/>
          <w:i/>
          <w:sz w:val="24"/>
          <w:szCs w:val="24"/>
        </w:rPr>
        <w:t xml:space="preserve">indicare la tipologia di autorizzazione e il tempo necessario all’ottenimento </w:t>
      </w:r>
    </w:p>
    <w:p w:rsidR="00A96BA6" w:rsidRDefault="00A96BA6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1890"/>
        <w:gridCol w:w="1890"/>
        <w:gridCol w:w="1890"/>
      </w:tblGrid>
      <w:tr w:rsidR="003C4017" w:rsidRPr="003C4017" w:rsidTr="003C4017">
        <w:trPr>
          <w:trHeight w:val="542"/>
        </w:trPr>
        <w:tc>
          <w:tcPr>
            <w:tcW w:w="3402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  <w:t>CAPOFILA/PARTNER</w:t>
            </w:r>
          </w:p>
        </w:tc>
        <w:tc>
          <w:tcPr>
            <w:tcW w:w="1890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Intervento previsto</w:t>
            </w:r>
          </w:p>
        </w:tc>
        <w:tc>
          <w:tcPr>
            <w:tcW w:w="1890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Autorizzazione richiesta</w:t>
            </w:r>
          </w:p>
        </w:tc>
        <w:tc>
          <w:tcPr>
            <w:tcW w:w="1890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Tempo ottenimento</w:t>
            </w: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C4017" w:rsidRDefault="003C4017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5786D" w:rsidRDefault="0035786D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5786D" w:rsidRPr="00387389" w:rsidRDefault="00743C5E" w:rsidP="00D546A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2.6</w:t>
      </w:r>
      <w:r w:rsidR="0035786D" w:rsidRPr="003C4017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35786D" w:rsidRPr="00387389">
        <w:rPr>
          <w:rFonts w:asciiTheme="minorHAnsi" w:hAnsiTheme="minorHAnsi" w:cstheme="minorHAnsi"/>
          <w:b/>
          <w:sz w:val="24"/>
          <w:szCs w:val="24"/>
        </w:rPr>
        <w:t>Tempi di realizzazione e durata del progetto</w:t>
      </w:r>
    </w:p>
    <w:p w:rsidR="0035786D" w:rsidRPr="00D546A0" w:rsidRDefault="0035786D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0"/>
        <w:gridCol w:w="2126"/>
        <w:gridCol w:w="2126"/>
        <w:gridCol w:w="1384"/>
      </w:tblGrid>
      <w:tr w:rsidR="0035786D" w:rsidRPr="00887F59" w:rsidTr="00473931">
        <w:trPr>
          <w:jc w:val="center"/>
        </w:trPr>
        <w:tc>
          <w:tcPr>
            <w:tcW w:w="3370" w:type="dxa"/>
            <w:shd w:val="clear" w:color="auto" w:fill="B6DDE8" w:themeFill="accent5" w:themeFillTint="66"/>
            <w:vAlign w:val="center"/>
          </w:tcPr>
          <w:p w:rsidR="0035786D" w:rsidRPr="00887F59" w:rsidRDefault="0035786D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CAPOFILA/PARTNER</w:t>
            </w:r>
          </w:p>
        </w:tc>
        <w:tc>
          <w:tcPr>
            <w:tcW w:w="2126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I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nizio</w:t>
            </w:r>
          </w:p>
        </w:tc>
        <w:tc>
          <w:tcPr>
            <w:tcW w:w="2126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F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ine</w:t>
            </w:r>
          </w:p>
        </w:tc>
        <w:tc>
          <w:tcPr>
            <w:tcW w:w="1384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D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urata (mesi)</w:t>
            </w: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</w:tbl>
    <w:p w:rsidR="004266FC" w:rsidRPr="00BF23A5" w:rsidRDefault="004266FC">
      <w:pPr>
        <w:spacing w:after="0" w:line="240" w:lineRule="auto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br w:type="page"/>
      </w:r>
    </w:p>
    <w:p w:rsidR="00990632" w:rsidRPr="00BF23A5" w:rsidRDefault="00990632" w:rsidP="00990632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lastRenderedPageBreak/>
        <w:t>SEZIONE I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II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–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VALUTAZIONE DEL PROGETTO</w:t>
      </w:r>
    </w:p>
    <w:p w:rsidR="004964AC" w:rsidRPr="005D241E" w:rsidRDefault="005D241E" w:rsidP="002E314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3.1 - </w:t>
      </w:r>
      <w:r w:rsidRPr="005D241E">
        <w:rPr>
          <w:rFonts w:asciiTheme="minorHAnsi" w:hAnsiTheme="minorHAnsi" w:cstheme="minorHAnsi"/>
          <w:b/>
        </w:rPr>
        <w:t>Criteri di selezione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1248"/>
        <w:gridCol w:w="2273"/>
        <w:gridCol w:w="2263"/>
      </w:tblGrid>
      <w:tr w:rsidR="00B91EE5" w:rsidRPr="00990632" w:rsidTr="00263626">
        <w:trPr>
          <w:trHeight w:val="591"/>
        </w:trPr>
        <w:tc>
          <w:tcPr>
            <w:tcW w:w="3085" w:type="dxa"/>
            <w:shd w:val="clear" w:color="auto" w:fill="B6DDE8" w:themeFill="accent5" w:themeFillTint="66"/>
            <w:vAlign w:val="center"/>
          </w:tcPr>
          <w:p w:rsidR="00B91EE5" w:rsidRPr="00990632" w:rsidRDefault="00B91EE5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90632">
              <w:rPr>
                <w:rFonts w:asciiTheme="minorHAnsi" w:hAnsiTheme="minorHAnsi" w:cstheme="minorHAnsi"/>
                <w:b/>
                <w:sz w:val="24"/>
              </w:rPr>
              <w:t>DESCRIZIONE</w:t>
            </w:r>
          </w:p>
        </w:tc>
        <w:tc>
          <w:tcPr>
            <w:tcW w:w="1248" w:type="dxa"/>
            <w:shd w:val="clear" w:color="auto" w:fill="B6DDE8" w:themeFill="accent5" w:themeFillTint="66"/>
          </w:tcPr>
          <w:p w:rsidR="00B91EE5" w:rsidRPr="00990632" w:rsidRDefault="00B91EE5" w:rsidP="00B91E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273" w:type="dxa"/>
            <w:shd w:val="clear" w:color="auto" w:fill="B6DDE8" w:themeFill="accent5" w:themeFillTint="66"/>
            <w:vAlign w:val="center"/>
          </w:tcPr>
          <w:p w:rsidR="00B91EE5" w:rsidRPr="00990632" w:rsidRDefault="00B91EE5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263" w:type="dxa"/>
            <w:shd w:val="clear" w:color="auto" w:fill="B6DDE8" w:themeFill="accent5" w:themeFillTint="66"/>
            <w:vAlign w:val="center"/>
          </w:tcPr>
          <w:p w:rsidR="00B91EE5" w:rsidRPr="00990632" w:rsidRDefault="00B91EE5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5D241E" w:rsidRPr="00B91EE5" w:rsidTr="00263626">
        <w:trPr>
          <w:trHeight w:val="332"/>
        </w:trPr>
        <w:tc>
          <w:tcPr>
            <w:tcW w:w="8869" w:type="dxa"/>
            <w:gridSpan w:val="4"/>
            <w:vAlign w:val="center"/>
          </w:tcPr>
          <w:p w:rsidR="005D241E" w:rsidRPr="005D241E" w:rsidRDefault="00263626" w:rsidP="005D241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Criterio 1</w:t>
            </w:r>
            <w:r w:rsidR="005D241E" w:rsidRPr="005D241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</w:tr>
      <w:tr w:rsidR="00B91EE5" w:rsidTr="00263626">
        <w:trPr>
          <w:trHeight w:val="483"/>
        </w:trPr>
        <w:tc>
          <w:tcPr>
            <w:tcW w:w="3085" w:type="dxa"/>
            <w:vAlign w:val="center"/>
          </w:tcPr>
          <w:p w:rsidR="00B91EE5" w:rsidRPr="00B91EE5" w:rsidRDefault="008712BC" w:rsidP="0072525E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Contenuti dell’accordo</w:t>
            </w:r>
          </w:p>
        </w:tc>
        <w:tc>
          <w:tcPr>
            <w:tcW w:w="1248" w:type="dxa"/>
            <w:vAlign w:val="center"/>
          </w:tcPr>
          <w:p w:rsidR="00B91EE5" w:rsidRDefault="00E8527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Punto</w:t>
            </w:r>
          </w:p>
        </w:tc>
        <w:tc>
          <w:tcPr>
            <w:tcW w:w="2273" w:type="dxa"/>
            <w:vAlign w:val="center"/>
          </w:tcPr>
          <w:p w:rsidR="00B91EE5" w:rsidRDefault="00E85279" w:rsidP="005D24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Ettari </w:t>
            </w:r>
            <w:r w:rsidR="005D241E">
              <w:rPr>
                <w:rFonts w:asciiTheme="minorHAnsi" w:hAnsiTheme="minorHAnsi" w:cstheme="minorHAnsi"/>
              </w:rPr>
              <w:t xml:space="preserve">totali </w:t>
            </w:r>
            <w:r>
              <w:rPr>
                <w:rFonts w:asciiTheme="minorHAnsi" w:hAnsiTheme="minorHAnsi" w:cstheme="minorHAnsi"/>
              </w:rPr>
              <w:t>interessati</w:t>
            </w:r>
          </w:p>
        </w:tc>
        <w:tc>
          <w:tcPr>
            <w:tcW w:w="2263" w:type="dxa"/>
            <w:vAlign w:val="center"/>
          </w:tcPr>
          <w:p w:rsidR="00B91EE5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PUNTEGGIO</w:t>
            </w:r>
          </w:p>
        </w:tc>
      </w:tr>
      <w:tr w:rsidR="0072525E" w:rsidTr="00263626">
        <w:trPr>
          <w:trHeight w:val="343"/>
        </w:trPr>
        <w:tc>
          <w:tcPr>
            <w:tcW w:w="3085" w:type="dxa"/>
            <w:vAlign w:val="center"/>
          </w:tcPr>
          <w:p w:rsidR="00E85279" w:rsidRPr="008712BC" w:rsidRDefault="00263626" w:rsidP="002636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26" w:hanging="4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8712BC" w:rsidRPr="008712BC">
              <w:rPr>
                <w:rFonts w:asciiTheme="minorHAnsi" w:hAnsiTheme="minorHAnsi" w:cstheme="minorHAnsi"/>
              </w:rPr>
              <w:t>liveto interessato</w:t>
            </w:r>
            <w:r w:rsidR="008712BC">
              <w:rPr>
                <w:rFonts w:asciiTheme="minorHAnsi" w:hAnsiTheme="minorHAnsi" w:cstheme="minorHAnsi"/>
              </w:rPr>
              <w:t xml:space="preserve"> (max.15 punti)</w:t>
            </w:r>
          </w:p>
        </w:tc>
        <w:tc>
          <w:tcPr>
            <w:tcW w:w="1248" w:type="dxa"/>
            <w:vAlign w:val="center"/>
          </w:tcPr>
          <w:p w:rsidR="0072525E" w:rsidRDefault="008712BC" w:rsidP="008712B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E85279">
              <w:rPr>
                <w:rFonts w:asciiTheme="minorHAnsi" w:hAnsiTheme="minorHAnsi" w:cstheme="minorHAnsi"/>
              </w:rPr>
              <w:t>/ettaro</w:t>
            </w:r>
          </w:p>
        </w:tc>
        <w:tc>
          <w:tcPr>
            <w:tcW w:w="227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2525E" w:rsidTr="00263626">
        <w:tc>
          <w:tcPr>
            <w:tcW w:w="3085" w:type="dxa"/>
            <w:vAlign w:val="center"/>
          </w:tcPr>
          <w:p w:rsidR="0072525E" w:rsidRPr="00E85279" w:rsidRDefault="00263626" w:rsidP="002636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26" w:hanging="4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8712BC" w:rsidRPr="008712BC">
              <w:rPr>
                <w:rFonts w:asciiTheme="minorHAnsi" w:hAnsiTheme="minorHAnsi" w:cstheme="minorHAnsi"/>
              </w:rPr>
              <w:t xml:space="preserve">liveto </w:t>
            </w:r>
            <w:r w:rsidR="008712BC">
              <w:rPr>
                <w:rFonts w:asciiTheme="minorHAnsi" w:hAnsiTheme="minorHAnsi" w:cstheme="minorHAnsi"/>
              </w:rPr>
              <w:t xml:space="preserve">con percorso turistico valorizzato </w:t>
            </w:r>
            <w:r w:rsidR="008712BC" w:rsidRPr="008712BC">
              <w:rPr>
                <w:rFonts w:asciiTheme="minorHAnsi" w:hAnsiTheme="minorHAnsi" w:cstheme="minorHAnsi"/>
              </w:rPr>
              <w:t>(max.15 punti)</w:t>
            </w:r>
          </w:p>
        </w:tc>
        <w:tc>
          <w:tcPr>
            <w:tcW w:w="1248" w:type="dxa"/>
            <w:vAlign w:val="center"/>
          </w:tcPr>
          <w:p w:rsidR="005D241E" w:rsidRDefault="008712BC" w:rsidP="008712B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2/ettaro</w:t>
            </w:r>
          </w:p>
        </w:tc>
        <w:tc>
          <w:tcPr>
            <w:tcW w:w="227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12BC" w:rsidTr="00263626">
        <w:trPr>
          <w:trHeight w:val="342"/>
        </w:trPr>
        <w:tc>
          <w:tcPr>
            <w:tcW w:w="3085" w:type="dxa"/>
            <w:vAlign w:val="center"/>
          </w:tcPr>
          <w:p w:rsidR="008712BC" w:rsidRPr="008712BC" w:rsidRDefault="00263626" w:rsidP="002636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26" w:hanging="4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Oliveto recuperato (max. 15 punti)</w:t>
            </w:r>
          </w:p>
        </w:tc>
        <w:tc>
          <w:tcPr>
            <w:tcW w:w="1248" w:type="dxa"/>
            <w:vAlign w:val="center"/>
          </w:tcPr>
          <w:p w:rsidR="008712BC" w:rsidRDefault="00263626" w:rsidP="0026362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3/ettaro</w:t>
            </w:r>
          </w:p>
        </w:tc>
        <w:tc>
          <w:tcPr>
            <w:tcW w:w="2273" w:type="dxa"/>
            <w:vAlign w:val="center"/>
          </w:tcPr>
          <w:p w:rsidR="008712BC" w:rsidRDefault="008712BC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8712BC" w:rsidRDefault="008712BC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3626" w:rsidTr="00263626">
        <w:trPr>
          <w:trHeight w:val="417"/>
        </w:trPr>
        <w:tc>
          <w:tcPr>
            <w:tcW w:w="3085" w:type="dxa"/>
            <w:vAlign w:val="center"/>
          </w:tcPr>
          <w:p w:rsidR="00263626" w:rsidRDefault="00263626" w:rsidP="002636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26" w:hanging="4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Olivato irrigato (max.15 punti)</w:t>
            </w:r>
          </w:p>
        </w:tc>
        <w:tc>
          <w:tcPr>
            <w:tcW w:w="1248" w:type="dxa"/>
            <w:vAlign w:val="center"/>
          </w:tcPr>
          <w:p w:rsidR="00263626" w:rsidRDefault="00263626" w:rsidP="0026362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3/ettaro</w:t>
            </w:r>
          </w:p>
        </w:tc>
        <w:tc>
          <w:tcPr>
            <w:tcW w:w="2273" w:type="dxa"/>
            <w:vAlign w:val="center"/>
          </w:tcPr>
          <w:p w:rsidR="00263626" w:rsidRDefault="00263626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263626" w:rsidRDefault="00263626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3626" w:rsidTr="00263626"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263626" w:rsidRDefault="00C82F19" w:rsidP="00C82F1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26" w:hanging="437"/>
              <w:rPr>
                <w:rFonts w:asciiTheme="minorHAnsi" w:hAnsiTheme="minorHAnsi" w:cstheme="minorHAnsi"/>
              </w:rPr>
            </w:pPr>
            <w:r w:rsidRPr="00C82F19">
              <w:rPr>
                <w:rFonts w:asciiTheme="minorHAnsi" w:hAnsiTheme="minorHAnsi" w:cstheme="minorHAnsi"/>
              </w:rPr>
              <w:t xml:space="preserve">Durata accordo superiore al vincolo di destinazione </w:t>
            </w:r>
            <w:r w:rsidR="00263626">
              <w:rPr>
                <w:rFonts w:asciiTheme="minorHAnsi" w:hAnsiTheme="minorHAnsi" w:cstheme="minorHAnsi"/>
              </w:rPr>
              <w:t>(max.10 punti)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263626" w:rsidRDefault="00263626" w:rsidP="0026362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2/anno oltre vincolo di destinazione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:rsidR="00263626" w:rsidRDefault="00263626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263626" w:rsidRDefault="00263626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263626">
        <w:tc>
          <w:tcPr>
            <w:tcW w:w="6606" w:type="dxa"/>
            <w:gridSpan w:val="3"/>
            <w:tcBorders>
              <w:bottom w:val="single" w:sz="4" w:space="0" w:color="auto"/>
            </w:tcBorders>
            <w:vAlign w:val="center"/>
          </w:tcPr>
          <w:p w:rsidR="005D241E" w:rsidRDefault="00263626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Totale Criterio 1</w:t>
            </w:r>
          </w:p>
          <w:p w:rsidR="005D241E" w:rsidRDefault="00263626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(minimo 20</w:t>
            </w:r>
            <w:r w:rsidR="005D241E">
              <w:rPr>
                <w:rFonts w:asciiTheme="minorHAnsi" w:hAnsiTheme="minorHAnsi" w:cstheme="minorHAnsi"/>
              </w:rPr>
              <w:t xml:space="preserve"> punti)</w:t>
            </w:r>
          </w:p>
          <w:p w:rsidR="005D241E" w:rsidRDefault="00393D6D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(massimo 55</w:t>
            </w:r>
            <w:r w:rsidR="005D241E"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3626" w:rsidRPr="00263626" w:rsidTr="00263626"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3626" w:rsidRPr="00263626" w:rsidRDefault="00263626" w:rsidP="0026362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63626">
              <w:rPr>
                <w:rFonts w:asciiTheme="minorHAnsi" w:hAnsiTheme="minorHAnsi" w:cstheme="minorHAnsi"/>
              </w:rPr>
              <w:t>I punti di cui ai criteri a) e b) non si sommano tra loro</w:t>
            </w:r>
          </w:p>
          <w:p w:rsidR="00263626" w:rsidRPr="00263626" w:rsidRDefault="00263626" w:rsidP="0026362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6362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3626" w:rsidRPr="00263626" w:rsidRDefault="00263626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RPr="005D241E" w:rsidTr="00263626">
        <w:trPr>
          <w:trHeight w:val="325"/>
        </w:trPr>
        <w:tc>
          <w:tcPr>
            <w:tcW w:w="886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241E" w:rsidRPr="005D241E" w:rsidRDefault="00263626" w:rsidP="005D241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Criterio 2</w:t>
            </w:r>
          </w:p>
        </w:tc>
      </w:tr>
      <w:tr w:rsidR="00B91EE5" w:rsidTr="00263626">
        <w:tc>
          <w:tcPr>
            <w:tcW w:w="3085" w:type="dxa"/>
            <w:vAlign w:val="center"/>
          </w:tcPr>
          <w:p w:rsidR="00B91EE5" w:rsidRPr="00B91EE5" w:rsidRDefault="00263626" w:rsidP="00263626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Soggetti  partecipanti a</w:t>
            </w:r>
            <w:r w:rsidR="00B91EE5" w:rsidRPr="00B91EE5">
              <w:rPr>
                <w:rFonts w:asciiTheme="minorHAnsi" w:hAnsiTheme="minorHAnsi" w:cstheme="minorHAnsi"/>
                <w:b/>
                <w:sz w:val="22"/>
              </w:rPr>
              <w:t>ll’accordo di partenariato</w:t>
            </w:r>
          </w:p>
        </w:tc>
        <w:tc>
          <w:tcPr>
            <w:tcW w:w="1248" w:type="dxa"/>
            <w:vAlign w:val="center"/>
          </w:tcPr>
          <w:p w:rsidR="00B91EE5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Valore</w:t>
            </w:r>
          </w:p>
        </w:tc>
        <w:tc>
          <w:tcPr>
            <w:tcW w:w="2273" w:type="dxa"/>
            <w:vAlign w:val="center"/>
          </w:tcPr>
          <w:p w:rsidR="00B91EE5" w:rsidRDefault="00B91EE5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EE5" w:rsidRDefault="00B91EE5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263626">
        <w:trPr>
          <w:trHeight w:val="293"/>
        </w:trPr>
        <w:tc>
          <w:tcPr>
            <w:tcW w:w="3085" w:type="dxa"/>
            <w:vAlign w:val="center"/>
          </w:tcPr>
          <w:p w:rsidR="005D241E" w:rsidRPr="005D241E" w:rsidRDefault="00C82F19" w:rsidP="00C82F1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4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Presenza di soggetti appartenenti alla società civile (</w:t>
            </w:r>
            <w:proofErr w:type="spellStart"/>
            <w:r>
              <w:rPr>
                <w:rFonts w:asciiTheme="minorHAnsi" w:hAnsiTheme="minorHAnsi" w:cstheme="minorHAnsi"/>
              </w:rPr>
              <w:t>max</w:t>
            </w:r>
            <w:proofErr w:type="spellEnd"/>
            <w:r>
              <w:rPr>
                <w:rFonts w:asciiTheme="minorHAnsi" w:hAnsiTheme="minorHAnsi" w:cstheme="minorHAnsi"/>
              </w:rPr>
              <w:t xml:space="preserve"> 10 punti)</w:t>
            </w:r>
          </w:p>
        </w:tc>
        <w:tc>
          <w:tcPr>
            <w:tcW w:w="1248" w:type="dxa"/>
            <w:vAlign w:val="center"/>
          </w:tcPr>
          <w:p w:rsidR="005D241E" w:rsidRDefault="00C82F19" w:rsidP="00C82F1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CE120C">
              <w:rPr>
                <w:rFonts w:asciiTheme="minorHAnsi" w:hAnsiTheme="minorHAnsi" w:cstheme="minorHAnsi"/>
              </w:rPr>
              <w:t xml:space="preserve">,5 </w:t>
            </w:r>
            <w:r>
              <w:rPr>
                <w:rFonts w:asciiTheme="minorHAnsi" w:hAnsiTheme="minorHAnsi" w:cstheme="minorHAnsi"/>
              </w:rPr>
              <w:t>(per categoria)</w:t>
            </w:r>
          </w:p>
        </w:tc>
        <w:tc>
          <w:tcPr>
            <w:tcW w:w="2273" w:type="dxa"/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263626">
        <w:trPr>
          <w:trHeight w:val="325"/>
        </w:trPr>
        <w:tc>
          <w:tcPr>
            <w:tcW w:w="3085" w:type="dxa"/>
            <w:vAlign w:val="center"/>
          </w:tcPr>
          <w:p w:rsidR="005D241E" w:rsidRPr="00CE120C" w:rsidRDefault="00C82F19" w:rsidP="00C82F1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4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Presenza di aziende associate</w:t>
            </w:r>
          </w:p>
        </w:tc>
        <w:tc>
          <w:tcPr>
            <w:tcW w:w="1248" w:type="dxa"/>
            <w:vAlign w:val="center"/>
          </w:tcPr>
          <w:p w:rsidR="005D241E" w:rsidRDefault="00C82F1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73" w:type="dxa"/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2F19" w:rsidTr="00263626">
        <w:trPr>
          <w:trHeight w:val="325"/>
        </w:trPr>
        <w:tc>
          <w:tcPr>
            <w:tcW w:w="3085" w:type="dxa"/>
            <w:vAlign w:val="center"/>
          </w:tcPr>
          <w:p w:rsidR="00C82F19" w:rsidRDefault="00C82F19" w:rsidP="00C82F1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4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Presenza di unioni di Comuni</w:t>
            </w:r>
          </w:p>
        </w:tc>
        <w:tc>
          <w:tcPr>
            <w:tcW w:w="1248" w:type="dxa"/>
            <w:vAlign w:val="center"/>
          </w:tcPr>
          <w:p w:rsidR="00C82F19" w:rsidRDefault="00C82F1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73" w:type="dxa"/>
            <w:vAlign w:val="center"/>
          </w:tcPr>
          <w:p w:rsidR="00C82F19" w:rsidRDefault="00C82F1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2F19" w:rsidRDefault="00C82F1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2F19" w:rsidTr="00263626">
        <w:trPr>
          <w:trHeight w:val="325"/>
        </w:trPr>
        <w:tc>
          <w:tcPr>
            <w:tcW w:w="3085" w:type="dxa"/>
            <w:vAlign w:val="center"/>
          </w:tcPr>
          <w:p w:rsidR="00C82F19" w:rsidRDefault="00C82F19" w:rsidP="00C82F19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4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Presenza di almeno tre comuni</w:t>
            </w:r>
          </w:p>
        </w:tc>
        <w:tc>
          <w:tcPr>
            <w:tcW w:w="1248" w:type="dxa"/>
            <w:vAlign w:val="center"/>
          </w:tcPr>
          <w:p w:rsidR="00C82F19" w:rsidRDefault="00C82F1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73" w:type="dxa"/>
            <w:vAlign w:val="center"/>
          </w:tcPr>
          <w:p w:rsidR="00C82F19" w:rsidRDefault="00C82F1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2F19" w:rsidRDefault="00C82F1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263626">
        <w:tc>
          <w:tcPr>
            <w:tcW w:w="6606" w:type="dxa"/>
            <w:gridSpan w:val="3"/>
            <w:vAlign w:val="center"/>
          </w:tcPr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5D241E">
              <w:rPr>
                <w:rFonts w:asciiTheme="minorHAnsi" w:hAnsiTheme="minorHAnsi" w:cstheme="minorHAnsi"/>
                <w:b/>
              </w:rPr>
              <w:t xml:space="preserve">Totale Criterio </w:t>
            </w:r>
            <w:r w:rsidR="00C82F19">
              <w:rPr>
                <w:rFonts w:asciiTheme="minorHAnsi" w:hAnsiTheme="minorHAnsi" w:cstheme="minorHAnsi"/>
                <w:b/>
              </w:rPr>
              <w:t>2</w:t>
            </w:r>
          </w:p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(minimo </w:t>
            </w:r>
            <w:r w:rsidR="00C82F19">
              <w:rPr>
                <w:rFonts w:asciiTheme="minorHAnsi" w:hAnsiTheme="minorHAnsi" w:cstheme="minorHAnsi"/>
              </w:rPr>
              <w:t>10</w:t>
            </w:r>
            <w:r>
              <w:rPr>
                <w:rFonts w:asciiTheme="minorHAnsi" w:hAnsiTheme="minorHAnsi" w:cstheme="minorHAnsi"/>
              </w:rPr>
              <w:t xml:space="preserve"> punti)</w:t>
            </w:r>
          </w:p>
          <w:p w:rsidR="005D241E" w:rsidRDefault="00C82F19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(massimo 36</w:t>
            </w:r>
            <w:r w:rsidR="005D241E"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7A83" w:rsidTr="00263626">
        <w:tc>
          <w:tcPr>
            <w:tcW w:w="6606" w:type="dxa"/>
            <w:gridSpan w:val="3"/>
            <w:vAlign w:val="center"/>
          </w:tcPr>
          <w:p w:rsidR="00267A83" w:rsidRDefault="00267A83" w:rsidP="00267A83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PUNTEGGIO TOTALE PROGETTO</w:t>
            </w:r>
          </w:p>
          <w:p w:rsidR="00267A83" w:rsidRDefault="00C82F19" w:rsidP="00267A83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(Minimo 30</w:t>
            </w:r>
            <w:r w:rsidR="00267A83" w:rsidRPr="00267A83">
              <w:rPr>
                <w:rFonts w:asciiTheme="minorHAnsi" w:hAnsiTheme="minorHAnsi" w:cstheme="minorHAnsi"/>
              </w:rPr>
              <w:t xml:space="preserve"> punti)</w:t>
            </w:r>
          </w:p>
          <w:p w:rsidR="00267A83" w:rsidRPr="005D241E" w:rsidRDefault="00BF0C46" w:rsidP="00267A83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(Massimo 96</w:t>
            </w:r>
            <w:r w:rsidR="00267A83"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:rsidR="00267A83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964AC" w:rsidRPr="00BF23A5" w:rsidRDefault="004964AC" w:rsidP="002E3146">
      <w:pPr>
        <w:rPr>
          <w:rFonts w:asciiTheme="minorHAnsi" w:hAnsiTheme="minorHAnsi" w:cstheme="minorHAnsi"/>
        </w:rPr>
      </w:pPr>
    </w:p>
    <w:p w:rsidR="005F278B" w:rsidRDefault="005F278B">
      <w:pPr>
        <w:spacing w:after="0" w:line="240" w:lineRule="auto"/>
        <w:rPr>
          <w:rFonts w:asciiTheme="minorHAnsi" w:hAnsiTheme="minorHAnsi" w:cstheme="minorHAnsi"/>
          <w:b/>
        </w:rPr>
      </w:pPr>
    </w:p>
    <w:p w:rsidR="00EF30A2" w:rsidRDefault="00EF30A2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EF30A2" w:rsidRDefault="00EF30A2">
      <w:pPr>
        <w:spacing w:after="0" w:line="240" w:lineRule="auto"/>
        <w:rPr>
          <w:rFonts w:asciiTheme="minorHAnsi" w:hAnsiTheme="minorHAnsi" w:cstheme="minorHAnsi"/>
          <w:b/>
        </w:rPr>
      </w:pPr>
    </w:p>
    <w:p w:rsidR="008A017F" w:rsidRPr="008A017F" w:rsidRDefault="008A017F" w:rsidP="008A017F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8A017F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SEZIONE IV – TRASMISSIONE E DOCUMETNAZIONE ALLEGATA</w:t>
      </w:r>
    </w:p>
    <w:p w:rsid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</w:p>
    <w:p w:rsidR="008A017F" w:rsidRP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8A017F">
        <w:rPr>
          <w:rFonts w:eastAsia="Times New Roman" w:cs="Calibri"/>
          <w:b/>
          <w:sz w:val="24"/>
          <w:szCs w:val="24"/>
          <w:lang w:eastAsia="it-IT"/>
        </w:rPr>
        <w:t xml:space="preserve">4.1 - </w:t>
      </w:r>
    </w:p>
    <w:p w:rsidR="00393D6D" w:rsidRPr="00393D6D" w:rsidRDefault="00393D6D" w:rsidP="00393D6D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393D6D">
        <w:rPr>
          <w:rFonts w:eastAsia="Times New Roman" w:cs="Calibri"/>
          <w:sz w:val="24"/>
          <w:szCs w:val="24"/>
          <w:lang w:eastAsia="it-IT"/>
        </w:rPr>
        <w:t>La presente scheda dovrà pervenire, con le modalità previste dal bando, al GAL Riviera dei fiori Via T. Schiva, 29 - 18100 Imperia, entro il ______________  corredata della seguente documentazione:</w:t>
      </w:r>
    </w:p>
    <w:p w:rsidR="00393D6D" w:rsidRPr="00393D6D" w:rsidRDefault="00393D6D" w:rsidP="00393D6D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393D6D">
        <w:rPr>
          <w:rFonts w:eastAsia="Times New Roman" w:cs="Calibri"/>
          <w:sz w:val="24"/>
          <w:szCs w:val="24"/>
          <w:lang w:eastAsia="it-IT"/>
        </w:rPr>
        <w:t>-</w:t>
      </w:r>
      <w:r w:rsidRPr="00393D6D">
        <w:rPr>
          <w:rFonts w:eastAsia="Times New Roman" w:cs="Calibri"/>
          <w:sz w:val="24"/>
          <w:szCs w:val="24"/>
          <w:lang w:eastAsia="it-IT"/>
        </w:rPr>
        <w:tab/>
        <w:t>Copia del documento di identità del Legale rappresentante del soggetto Capofila;</w:t>
      </w:r>
    </w:p>
    <w:p w:rsidR="00393D6D" w:rsidRPr="00393D6D" w:rsidRDefault="00393D6D" w:rsidP="00393D6D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393D6D">
        <w:rPr>
          <w:rFonts w:eastAsia="Times New Roman" w:cs="Calibri"/>
          <w:sz w:val="24"/>
          <w:szCs w:val="24"/>
          <w:lang w:eastAsia="it-IT"/>
        </w:rPr>
        <w:t>-</w:t>
      </w:r>
      <w:r w:rsidRPr="00393D6D">
        <w:rPr>
          <w:rFonts w:eastAsia="Times New Roman" w:cs="Calibri"/>
          <w:sz w:val="24"/>
          <w:szCs w:val="24"/>
          <w:lang w:eastAsia="it-IT"/>
        </w:rPr>
        <w:tab/>
        <w:t>Accordo di partenariato sottoscritto da tutti i partner;</w:t>
      </w:r>
    </w:p>
    <w:p w:rsidR="00393D6D" w:rsidRPr="00393D6D" w:rsidRDefault="00393D6D" w:rsidP="00393D6D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393D6D">
        <w:rPr>
          <w:rFonts w:eastAsia="Times New Roman" w:cs="Calibri"/>
          <w:sz w:val="24"/>
          <w:szCs w:val="24"/>
          <w:lang w:eastAsia="it-IT"/>
        </w:rPr>
        <w:t>-</w:t>
      </w:r>
      <w:r w:rsidRPr="00393D6D">
        <w:rPr>
          <w:rFonts w:eastAsia="Times New Roman" w:cs="Calibri"/>
          <w:sz w:val="24"/>
          <w:szCs w:val="24"/>
          <w:lang w:eastAsia="it-IT"/>
        </w:rPr>
        <w:tab/>
        <w:t>Dichiarazione relativa al regime IVA;</w:t>
      </w:r>
    </w:p>
    <w:p w:rsidR="00393D6D" w:rsidRPr="00393D6D" w:rsidRDefault="00393D6D" w:rsidP="00393D6D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393D6D">
        <w:rPr>
          <w:rFonts w:eastAsia="Times New Roman" w:cs="Calibri"/>
          <w:sz w:val="24"/>
          <w:szCs w:val="24"/>
          <w:lang w:eastAsia="it-IT"/>
        </w:rPr>
        <w:t>-</w:t>
      </w:r>
      <w:r w:rsidRPr="00393D6D">
        <w:rPr>
          <w:rFonts w:eastAsia="Times New Roman" w:cs="Calibri"/>
          <w:sz w:val="24"/>
          <w:szCs w:val="24"/>
          <w:lang w:eastAsia="it-IT"/>
        </w:rPr>
        <w:tab/>
        <w:t>Progetto di massima delle opere da realizzare corredato di relazione descrittiva dell’intervento e  indicazione delle autorizzazioni necessarie e tempistica di rilascio;</w:t>
      </w:r>
    </w:p>
    <w:p w:rsidR="00393D6D" w:rsidRPr="00393D6D" w:rsidRDefault="00393D6D" w:rsidP="00393D6D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393D6D">
        <w:rPr>
          <w:rFonts w:eastAsia="Times New Roman" w:cs="Calibri"/>
          <w:sz w:val="24"/>
          <w:szCs w:val="24"/>
          <w:lang w:eastAsia="it-IT"/>
        </w:rPr>
        <w:t>-</w:t>
      </w:r>
      <w:r w:rsidRPr="00393D6D">
        <w:rPr>
          <w:rFonts w:eastAsia="Times New Roman" w:cs="Calibri"/>
          <w:sz w:val="24"/>
          <w:szCs w:val="24"/>
          <w:lang w:eastAsia="it-IT"/>
        </w:rPr>
        <w:tab/>
        <w:t>In caso di interventi di miglioramento fondiario e opere edili computo metrico estimativo redatto sulla base del prezzario regionale delle opere di miglioramento fondiario e, per le voci non presenti, del prezzario regionale delle Opere Edili;</w:t>
      </w:r>
    </w:p>
    <w:p w:rsidR="00393D6D" w:rsidRPr="00393D6D" w:rsidRDefault="00393D6D" w:rsidP="00393D6D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393D6D">
        <w:rPr>
          <w:rFonts w:eastAsia="Times New Roman" w:cs="Calibri"/>
          <w:sz w:val="24"/>
          <w:szCs w:val="24"/>
          <w:lang w:eastAsia="it-IT"/>
        </w:rPr>
        <w:t>-</w:t>
      </w:r>
      <w:r w:rsidRPr="00393D6D">
        <w:rPr>
          <w:rFonts w:eastAsia="Times New Roman" w:cs="Calibri"/>
          <w:sz w:val="24"/>
          <w:szCs w:val="24"/>
          <w:lang w:eastAsia="it-IT"/>
        </w:rPr>
        <w:tab/>
        <w:t>In caso di acquisto di attrezzature, preventivi di spesa.</w:t>
      </w:r>
    </w:p>
    <w:p w:rsidR="004266FC" w:rsidRPr="00BF23A5" w:rsidRDefault="004266FC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asciiTheme="minorHAnsi" w:hAnsiTheme="minorHAnsi" w:cstheme="minorHAnsi"/>
          <w:b/>
        </w:rPr>
      </w:pPr>
    </w:p>
    <w:p w:rsidR="005F278B" w:rsidRPr="00EF30A2" w:rsidRDefault="005F278B" w:rsidP="00EF30A2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EF30A2">
        <w:rPr>
          <w:rFonts w:eastAsia="Times New Roman" w:cs="Calibri"/>
          <w:sz w:val="24"/>
          <w:szCs w:val="24"/>
          <w:lang w:eastAsia="it-IT"/>
        </w:rPr>
        <w:t xml:space="preserve">Entro </w:t>
      </w:r>
      <w:r w:rsidR="00EF30A2">
        <w:rPr>
          <w:rFonts w:eastAsia="Times New Roman" w:cs="Calibri"/>
          <w:sz w:val="24"/>
          <w:szCs w:val="24"/>
          <w:lang w:eastAsia="it-IT"/>
        </w:rPr>
        <w:t>il ____________</w:t>
      </w:r>
      <w:r w:rsidRPr="00EF30A2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Pr="00EF30A2">
        <w:rPr>
          <w:rFonts w:eastAsia="Times New Roman" w:cs="Calibri"/>
          <w:sz w:val="24"/>
          <w:szCs w:val="24"/>
          <w:lang w:eastAsia="it-IT"/>
        </w:rPr>
        <w:t>il</w:t>
      </w:r>
      <w:proofErr w:type="spellEnd"/>
      <w:r w:rsidRPr="00EF30A2">
        <w:rPr>
          <w:rFonts w:eastAsia="Times New Roman" w:cs="Calibri"/>
          <w:sz w:val="24"/>
          <w:szCs w:val="24"/>
          <w:lang w:eastAsia="it-IT"/>
        </w:rPr>
        <w:t xml:space="preserve"> GAL  comunicherà ai soggetti interessati l’esito della valutazione delle iniziative pervenute. I potenziali beneficiari individuati potranno presentare le domande sulle rispettive Misure PSR entro il </w:t>
      </w:r>
      <w:r w:rsidR="00EF30A2">
        <w:rPr>
          <w:rFonts w:eastAsia="Times New Roman" w:cs="Calibri"/>
          <w:sz w:val="24"/>
          <w:szCs w:val="24"/>
          <w:lang w:eastAsia="it-IT"/>
        </w:rPr>
        <w:t>_______________</w:t>
      </w:r>
    </w:p>
    <w:p w:rsidR="005F278B" w:rsidRDefault="005F278B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Pr="00BF23A5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Luogo e data____________________________________________</w:t>
      </w: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___________________________</w:t>
      </w:r>
    </w:p>
    <w:p w:rsidR="005F278B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 xml:space="preserve">Firma </w:t>
      </w:r>
      <w:r>
        <w:rPr>
          <w:rFonts w:asciiTheme="minorHAnsi" w:hAnsiTheme="minorHAnsi" w:cstheme="minorHAnsi"/>
        </w:rPr>
        <w:t>del Capofila</w:t>
      </w: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(per esteso e leggibile)</w:t>
      </w:r>
    </w:p>
    <w:p w:rsidR="005F278B" w:rsidRPr="00BF23A5" w:rsidRDefault="005F278B" w:rsidP="005F278B">
      <w:pPr>
        <w:tabs>
          <w:tab w:val="left" w:pos="1080"/>
        </w:tabs>
        <w:jc w:val="right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Dichiara altresì di essere informato/a, ai sensi e per gli effetti di cui all’articolo 13 della legge 196/2003, che i dati personali raccolti saranno trattati, anche con strumenti informatici, esclusivamente nell’ambito del procedimento per il quale la presente dichiarazione viene resa.</w:t>
      </w: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Luogo e data____________________________________________</w:t>
      </w:r>
    </w:p>
    <w:p w:rsidR="005F278B" w:rsidRPr="00BF23A5" w:rsidRDefault="005F278B" w:rsidP="005F278B">
      <w:pPr>
        <w:rPr>
          <w:rFonts w:asciiTheme="minorHAnsi" w:hAnsiTheme="minorHAnsi" w:cstheme="minorHAnsi"/>
        </w:rPr>
      </w:pPr>
    </w:p>
    <w:sectPr w:rsidR="005F278B" w:rsidRPr="00BF23A5" w:rsidSect="00B43659">
      <w:pgSz w:w="11907" w:h="16839" w:code="9"/>
      <w:pgMar w:top="1701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26" w:rsidRDefault="00263626" w:rsidP="004266FC">
      <w:pPr>
        <w:spacing w:after="0" w:line="240" w:lineRule="auto"/>
      </w:pPr>
      <w:r>
        <w:separator/>
      </w:r>
    </w:p>
  </w:endnote>
  <w:endnote w:type="continuationSeparator" w:id="0">
    <w:p w:rsidR="00263626" w:rsidRDefault="00263626" w:rsidP="0042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377555"/>
      <w:docPartObj>
        <w:docPartGallery w:val="Page Numbers (Bottom of Page)"/>
        <w:docPartUnique/>
      </w:docPartObj>
    </w:sdtPr>
    <w:sdtEndPr/>
    <w:sdtContent>
      <w:p w:rsidR="00BE2E7E" w:rsidRDefault="00BE2E7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7A5">
          <w:rPr>
            <w:noProof/>
          </w:rPr>
          <w:t>1</w:t>
        </w:r>
        <w:r>
          <w:fldChar w:fldCharType="end"/>
        </w:r>
      </w:p>
    </w:sdtContent>
  </w:sdt>
  <w:p w:rsidR="00BE2E7E" w:rsidRDefault="00BE2E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26" w:rsidRDefault="00263626" w:rsidP="004266FC">
      <w:pPr>
        <w:spacing w:after="0" w:line="240" w:lineRule="auto"/>
      </w:pPr>
      <w:r>
        <w:separator/>
      </w:r>
    </w:p>
  </w:footnote>
  <w:footnote w:type="continuationSeparator" w:id="0">
    <w:p w:rsidR="00263626" w:rsidRDefault="00263626" w:rsidP="00426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626" w:rsidRDefault="00263626" w:rsidP="00122A57">
    <w:pPr>
      <w:pStyle w:val="Intestazione"/>
      <w:jc w:val="right"/>
    </w:pPr>
    <w:r>
      <w:t xml:space="preserve">allegato </w:t>
    </w:r>
    <w:r w:rsidR="00DD68B1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Calibri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Calibri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785AAC"/>
    <w:multiLevelType w:val="multilevel"/>
    <w:tmpl w:val="5672CD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79F7E18"/>
    <w:multiLevelType w:val="hybridMultilevel"/>
    <w:tmpl w:val="7CCE60E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27BA2"/>
    <w:multiLevelType w:val="hybridMultilevel"/>
    <w:tmpl w:val="3BFEDC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31118"/>
    <w:multiLevelType w:val="hybridMultilevel"/>
    <w:tmpl w:val="6FF6AAE2"/>
    <w:lvl w:ilvl="0" w:tplc="3EEE936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C2529B6"/>
    <w:multiLevelType w:val="hybridMultilevel"/>
    <w:tmpl w:val="E8B8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2772B"/>
    <w:multiLevelType w:val="hybridMultilevel"/>
    <w:tmpl w:val="6FF6AAE2"/>
    <w:lvl w:ilvl="0" w:tplc="3EEE936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8F32A05"/>
    <w:multiLevelType w:val="hybridMultilevel"/>
    <w:tmpl w:val="B784DC1A"/>
    <w:lvl w:ilvl="0" w:tplc="20DA91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DB66896"/>
    <w:multiLevelType w:val="hybridMultilevel"/>
    <w:tmpl w:val="19FA033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72635"/>
    <w:multiLevelType w:val="hybridMultilevel"/>
    <w:tmpl w:val="DAF475A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952073"/>
    <w:multiLevelType w:val="hybridMultilevel"/>
    <w:tmpl w:val="2CB6CE4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C56741"/>
    <w:multiLevelType w:val="hybridMultilevel"/>
    <w:tmpl w:val="E63AD362"/>
    <w:lvl w:ilvl="0" w:tplc="B73863CC">
      <w:start w:val="1"/>
      <w:numFmt w:val="decimal"/>
      <w:lvlText w:val="%1)"/>
      <w:lvlJc w:val="left"/>
      <w:pPr>
        <w:ind w:left="67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2">
    <w:nsid w:val="546A3EB3"/>
    <w:multiLevelType w:val="hybridMultilevel"/>
    <w:tmpl w:val="58C03152"/>
    <w:lvl w:ilvl="0" w:tplc="0000002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A83171"/>
    <w:multiLevelType w:val="hybridMultilevel"/>
    <w:tmpl w:val="11403A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FF3DF7"/>
    <w:multiLevelType w:val="multilevel"/>
    <w:tmpl w:val="0998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5C7DC0"/>
    <w:multiLevelType w:val="hybridMultilevel"/>
    <w:tmpl w:val="EFAEA5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C64B5"/>
    <w:multiLevelType w:val="hybridMultilevel"/>
    <w:tmpl w:val="E1D685E6"/>
    <w:lvl w:ilvl="0" w:tplc="585A109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6"/>
  </w:num>
  <w:num w:numId="5">
    <w:abstractNumId w:val="14"/>
  </w:num>
  <w:num w:numId="6">
    <w:abstractNumId w:val="12"/>
  </w:num>
  <w:num w:numId="7">
    <w:abstractNumId w:val="2"/>
  </w:num>
  <w:num w:numId="8">
    <w:abstractNumId w:val="15"/>
  </w:num>
  <w:num w:numId="9">
    <w:abstractNumId w:val="11"/>
  </w:num>
  <w:num w:numId="10">
    <w:abstractNumId w:val="5"/>
  </w:num>
  <w:num w:numId="11">
    <w:abstractNumId w:val="10"/>
  </w:num>
  <w:num w:numId="12">
    <w:abstractNumId w:val="8"/>
  </w:num>
  <w:num w:numId="13">
    <w:abstractNumId w:val="16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26"/>
    <w:rsid w:val="00021920"/>
    <w:rsid w:val="0004370C"/>
    <w:rsid w:val="00051227"/>
    <w:rsid w:val="000957FB"/>
    <w:rsid w:val="00095925"/>
    <w:rsid w:val="000C5C90"/>
    <w:rsid w:val="000C600E"/>
    <w:rsid w:val="000D26F3"/>
    <w:rsid w:val="000F6433"/>
    <w:rsid w:val="00122A57"/>
    <w:rsid w:val="001443ED"/>
    <w:rsid w:val="00152461"/>
    <w:rsid w:val="00174C42"/>
    <w:rsid w:val="00190673"/>
    <w:rsid w:val="001A0CEC"/>
    <w:rsid w:val="001A7B34"/>
    <w:rsid w:val="00220EB4"/>
    <w:rsid w:val="00221A2F"/>
    <w:rsid w:val="00226E1F"/>
    <w:rsid w:val="00231E2C"/>
    <w:rsid w:val="00235B75"/>
    <w:rsid w:val="002464CA"/>
    <w:rsid w:val="00263626"/>
    <w:rsid w:val="002649FB"/>
    <w:rsid w:val="00267A83"/>
    <w:rsid w:val="0027564C"/>
    <w:rsid w:val="00280626"/>
    <w:rsid w:val="002A13B1"/>
    <w:rsid w:val="002A5A80"/>
    <w:rsid w:val="002D31A1"/>
    <w:rsid w:val="002E3146"/>
    <w:rsid w:val="002F23D3"/>
    <w:rsid w:val="0030214B"/>
    <w:rsid w:val="0035786D"/>
    <w:rsid w:val="003812C3"/>
    <w:rsid w:val="00387389"/>
    <w:rsid w:val="00393D6D"/>
    <w:rsid w:val="003C3537"/>
    <w:rsid w:val="003C4017"/>
    <w:rsid w:val="003F1409"/>
    <w:rsid w:val="004266FC"/>
    <w:rsid w:val="004340F8"/>
    <w:rsid w:val="00452FD0"/>
    <w:rsid w:val="00473931"/>
    <w:rsid w:val="004964AC"/>
    <w:rsid w:val="004A08EB"/>
    <w:rsid w:val="004C0FBD"/>
    <w:rsid w:val="004E22FB"/>
    <w:rsid w:val="00513B20"/>
    <w:rsid w:val="00522100"/>
    <w:rsid w:val="005752D4"/>
    <w:rsid w:val="005D241E"/>
    <w:rsid w:val="005F278B"/>
    <w:rsid w:val="00610DC0"/>
    <w:rsid w:val="00614D1B"/>
    <w:rsid w:val="0072525E"/>
    <w:rsid w:val="00743C5E"/>
    <w:rsid w:val="00793CAD"/>
    <w:rsid w:val="007F573F"/>
    <w:rsid w:val="00801917"/>
    <w:rsid w:val="00813080"/>
    <w:rsid w:val="00820516"/>
    <w:rsid w:val="00826F27"/>
    <w:rsid w:val="00864107"/>
    <w:rsid w:val="008712BC"/>
    <w:rsid w:val="00887F59"/>
    <w:rsid w:val="008A017F"/>
    <w:rsid w:val="008C4A04"/>
    <w:rsid w:val="008E0509"/>
    <w:rsid w:val="00931BCB"/>
    <w:rsid w:val="00945FF2"/>
    <w:rsid w:val="009719AC"/>
    <w:rsid w:val="00984979"/>
    <w:rsid w:val="00990632"/>
    <w:rsid w:val="009A3549"/>
    <w:rsid w:val="00A16C26"/>
    <w:rsid w:val="00A51316"/>
    <w:rsid w:val="00A71487"/>
    <w:rsid w:val="00A96BA6"/>
    <w:rsid w:val="00AE7049"/>
    <w:rsid w:val="00B1597C"/>
    <w:rsid w:val="00B34AA1"/>
    <w:rsid w:val="00B43659"/>
    <w:rsid w:val="00B506DD"/>
    <w:rsid w:val="00B91EE5"/>
    <w:rsid w:val="00BC2980"/>
    <w:rsid w:val="00BE2E7E"/>
    <w:rsid w:val="00BF0C46"/>
    <w:rsid w:val="00BF23A5"/>
    <w:rsid w:val="00C110AD"/>
    <w:rsid w:val="00C42AD8"/>
    <w:rsid w:val="00C61FBC"/>
    <w:rsid w:val="00C82F19"/>
    <w:rsid w:val="00C90394"/>
    <w:rsid w:val="00CC62C6"/>
    <w:rsid w:val="00CE120C"/>
    <w:rsid w:val="00CF0E5C"/>
    <w:rsid w:val="00D21066"/>
    <w:rsid w:val="00D2672E"/>
    <w:rsid w:val="00D546A0"/>
    <w:rsid w:val="00D86B1C"/>
    <w:rsid w:val="00D94419"/>
    <w:rsid w:val="00DC6925"/>
    <w:rsid w:val="00DD68B1"/>
    <w:rsid w:val="00E22385"/>
    <w:rsid w:val="00E277A5"/>
    <w:rsid w:val="00E66453"/>
    <w:rsid w:val="00E85279"/>
    <w:rsid w:val="00EC7DE3"/>
    <w:rsid w:val="00EF30A2"/>
    <w:rsid w:val="00F43E6D"/>
    <w:rsid w:val="00F712F3"/>
    <w:rsid w:val="00FA4224"/>
    <w:rsid w:val="00FA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549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E31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3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40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8641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qFormat/>
    <w:locked/>
    <w:rsid w:val="00A5131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66F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549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E31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3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40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8641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qFormat/>
    <w:locked/>
    <w:rsid w:val="00A5131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66F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FD28DA3E.dotm</Template>
  <TotalTime>7</TotalTime>
  <Pages>11</Pages>
  <Words>788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ERDE S.r.l.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angelolumelli</dc:creator>
  <cp:lastModifiedBy>Sara Ioghà</cp:lastModifiedBy>
  <cp:revision>6</cp:revision>
  <cp:lastPrinted>2012-12-03T10:47:00Z</cp:lastPrinted>
  <dcterms:created xsi:type="dcterms:W3CDTF">2018-05-16T12:44:00Z</dcterms:created>
  <dcterms:modified xsi:type="dcterms:W3CDTF">2018-06-26T10:26:00Z</dcterms:modified>
</cp:coreProperties>
</file>